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D9" w:rsidRPr="00D63EFE" w:rsidRDefault="007F3121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5A23DF" w:rsidRPr="00D63EFE" w:rsidRDefault="005A23DF" w:rsidP="005A23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5A23DF" w:rsidRPr="00D63EFE" w:rsidRDefault="005A23DF" w:rsidP="005A23D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D63EFE">
        <w:rPr>
          <w:rFonts w:ascii="IRBadr" w:hAnsi="IRBadr" w:cs="IRBadr"/>
          <w:sz w:val="28"/>
          <w:rtl/>
        </w:rPr>
        <w:fldChar w:fldCharType="begin"/>
      </w:r>
      <w:r w:rsidRPr="00D63EFE">
        <w:rPr>
          <w:rFonts w:ascii="IRBadr" w:hAnsi="IRBadr" w:cs="IRBadr"/>
          <w:sz w:val="28"/>
          <w:rtl/>
        </w:rPr>
        <w:instrText xml:space="preserve"> </w:instrText>
      </w:r>
      <w:r w:rsidRPr="00D63EFE">
        <w:rPr>
          <w:rFonts w:ascii="IRBadr" w:hAnsi="IRBadr" w:cs="IRBadr"/>
          <w:sz w:val="28"/>
        </w:rPr>
        <w:instrText>TOC</w:instrText>
      </w:r>
      <w:r w:rsidRPr="00D63EFE">
        <w:rPr>
          <w:rFonts w:ascii="IRBadr" w:hAnsi="IRBadr" w:cs="IRBadr"/>
          <w:sz w:val="28"/>
          <w:rtl/>
        </w:rPr>
        <w:instrText xml:space="preserve"> \</w:instrText>
      </w:r>
      <w:r w:rsidRPr="00D63EFE">
        <w:rPr>
          <w:rFonts w:ascii="IRBadr" w:hAnsi="IRBadr" w:cs="IRBadr"/>
          <w:sz w:val="28"/>
        </w:rPr>
        <w:instrText>o "</w:instrText>
      </w:r>
      <w:r w:rsidRPr="00D63EFE">
        <w:rPr>
          <w:rFonts w:ascii="IRBadr" w:hAnsi="IRBadr" w:cs="IRBadr"/>
          <w:sz w:val="28"/>
          <w:rtl/>
        </w:rPr>
        <w:instrText>1-4</w:instrText>
      </w:r>
      <w:r w:rsidRPr="00D63EFE">
        <w:rPr>
          <w:rFonts w:ascii="IRBadr" w:hAnsi="IRBadr" w:cs="IRBadr"/>
          <w:sz w:val="28"/>
        </w:rPr>
        <w:instrText>" \h \z \u</w:instrText>
      </w:r>
      <w:r w:rsidRPr="00D63EFE">
        <w:rPr>
          <w:rFonts w:ascii="IRBadr" w:hAnsi="IRBadr" w:cs="IRBadr"/>
          <w:sz w:val="28"/>
          <w:rtl/>
        </w:rPr>
        <w:instrText xml:space="preserve"> </w:instrText>
      </w:r>
      <w:r w:rsidRPr="00D63EFE">
        <w:rPr>
          <w:rFonts w:ascii="IRBadr" w:hAnsi="IRBadr" w:cs="IRBadr"/>
          <w:sz w:val="28"/>
          <w:rtl/>
        </w:rPr>
        <w:fldChar w:fldCharType="separate"/>
      </w:r>
      <w:hyperlink w:anchor="_Toc427751681" w:history="1">
        <w:r w:rsidRPr="00D63EFE">
          <w:rPr>
            <w:rStyle w:val="Hyperlink"/>
            <w:rFonts w:ascii="IRBadr" w:hAnsi="IRBadr" w:cs="IRBadr"/>
            <w:noProof/>
            <w:rtl/>
          </w:rPr>
          <w:t>حد محارب</w:t>
        </w:r>
        <w:r w:rsidRPr="00D63EFE">
          <w:rPr>
            <w:rFonts w:ascii="IRBadr" w:hAnsi="IRBadr" w:cs="IRBadr"/>
            <w:noProof/>
            <w:webHidden/>
          </w:rPr>
          <w:tab/>
        </w:r>
        <w:r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D63EFE">
          <w:rPr>
            <w:rFonts w:ascii="IRBadr" w:hAnsi="IRBadr" w:cs="IRBadr"/>
            <w:noProof/>
            <w:webHidden/>
          </w:rPr>
          <w:instrText xml:space="preserve"> PAGEREF _Toc427751681 \h </w:instrText>
        </w:r>
        <w:r w:rsidRPr="00D63EFE">
          <w:rPr>
            <w:rStyle w:val="Hyperlink"/>
            <w:rFonts w:ascii="IRBadr" w:hAnsi="IRBadr" w:cs="IRBadr"/>
            <w:noProof/>
            <w:rtl/>
          </w:rPr>
        </w:r>
        <w:r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D63EFE">
          <w:rPr>
            <w:rFonts w:ascii="IRBadr" w:hAnsi="IRBadr" w:cs="IRBadr"/>
            <w:noProof/>
            <w:webHidden/>
          </w:rPr>
          <w:t>1</w:t>
        </w:r>
        <w:r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82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طرق اثبات محاربه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_Toc427751682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1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83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طریق اقرار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_Toc427751683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2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84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قول به احتیاط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_Toc427751684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2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85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شهادت زن در این مقام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_Toc427751685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2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86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تطبیق بحث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_Toc427751686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2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87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شهادت لصوص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_Toc427751687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3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88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تخییر حاکم در این مسئله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_Toc427751688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3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89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نظریات در این باب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_Toc427751689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3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90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ادله بحث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_Toc427751690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4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91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ادله تخییر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_Toc427751691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4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92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دلیل اول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_Toc427751692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4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93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دلیل دوم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_Toc427751693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4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94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دلیل سوم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_Toc427751694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5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95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مستندات ترتیب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_Toc427751695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5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96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روایت اول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_Toc427751696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5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6E100D" w:rsidP="005A23DF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97" w:history="1">
        <w:r w:rsidR="005A23DF" w:rsidRPr="00D63EFE">
          <w:rPr>
            <w:rStyle w:val="Hyperlink"/>
            <w:rFonts w:ascii="IRBadr" w:hAnsi="IRBadr" w:cs="IRBadr"/>
            <w:noProof/>
            <w:rtl/>
          </w:rPr>
          <w:t>روایت دوم</w:t>
        </w:r>
        <w:r w:rsidR="005A23DF" w:rsidRPr="00D63EFE">
          <w:rPr>
            <w:rFonts w:ascii="IRBadr" w:hAnsi="IRBadr" w:cs="IRBadr"/>
            <w:noProof/>
            <w:webHidden/>
          </w:rPr>
          <w:tab/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5A23DF" w:rsidRPr="00D63EFE">
          <w:rPr>
            <w:rFonts w:ascii="IRBadr" w:hAnsi="IRBadr" w:cs="IRBadr"/>
            <w:noProof/>
            <w:webHidden/>
          </w:rPr>
          <w:instrText xml:space="preserve"> PAGEREF _Toc427751697 \h </w:instrText>
        </w:r>
        <w:r w:rsidR="005A23DF" w:rsidRPr="00D63EFE">
          <w:rPr>
            <w:rStyle w:val="Hyperlink"/>
            <w:rFonts w:ascii="IRBadr" w:hAnsi="IRBadr" w:cs="IRBadr"/>
            <w:noProof/>
            <w:rtl/>
          </w:rPr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5A23DF" w:rsidRPr="00D63EFE">
          <w:rPr>
            <w:rFonts w:ascii="IRBadr" w:hAnsi="IRBadr" w:cs="IRBadr"/>
            <w:noProof/>
            <w:webHidden/>
          </w:rPr>
          <w:t>6</w:t>
        </w:r>
        <w:r w:rsidR="005A23DF" w:rsidRPr="00D63EFE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5A23DF" w:rsidRPr="00D63EFE" w:rsidRDefault="005A23DF" w:rsidP="005A23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D63EFE" w:rsidRDefault="00D63EFE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751681"/>
      <w:r>
        <w:rPr>
          <w:rFonts w:ascii="IRBadr" w:hAnsi="IRBadr" w:cs="IRBadr"/>
          <w:rtl/>
        </w:rPr>
        <w:br w:type="page"/>
      </w:r>
    </w:p>
    <w:p w:rsidR="009213D9" w:rsidRPr="00D63EFE" w:rsidRDefault="009213D9" w:rsidP="009213D9">
      <w:pPr>
        <w:pStyle w:val="Heading1"/>
        <w:rPr>
          <w:rFonts w:ascii="IRBadr" w:hAnsi="IRBadr" w:cs="IRBadr"/>
          <w:rtl/>
        </w:rPr>
      </w:pPr>
      <w:r w:rsidRPr="00D63EFE">
        <w:rPr>
          <w:rFonts w:ascii="IRBadr" w:hAnsi="IRBadr" w:cs="IRBadr"/>
          <w:rtl/>
        </w:rPr>
        <w:lastRenderedPageBreak/>
        <w:t>حد محارب</w:t>
      </w:r>
      <w:bookmarkEnd w:id="0"/>
    </w:p>
    <w:p w:rsidR="009213D9" w:rsidRPr="00D63EFE" w:rsidRDefault="009213D9" w:rsidP="009213D9">
      <w:pPr>
        <w:pStyle w:val="Heading1"/>
        <w:rPr>
          <w:rFonts w:ascii="IRBadr" w:hAnsi="IRBadr" w:cs="IRBadr"/>
          <w:rtl/>
        </w:rPr>
      </w:pPr>
      <w:bookmarkStart w:id="1" w:name="_Toc427751682"/>
      <w:r w:rsidRPr="00D63EFE">
        <w:rPr>
          <w:rFonts w:ascii="IRBadr" w:hAnsi="IRBadr" w:cs="IRBadr"/>
          <w:rtl/>
        </w:rPr>
        <w:t>طرق اثبات محاربه</w:t>
      </w:r>
      <w:bookmarkEnd w:id="1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پس از شروط و مباحثی که در قبال محاربه بیان شد،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اکنون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جای این سؤال است که محاربه چگونه ثابت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9213D9" w:rsidRPr="00D63EFE" w:rsidRDefault="009213D9" w:rsidP="009213D9">
      <w:pPr>
        <w:pStyle w:val="Heading1"/>
        <w:rPr>
          <w:rFonts w:ascii="IRBadr" w:hAnsi="IRBadr" w:cs="IRBadr"/>
          <w:rtl/>
        </w:rPr>
      </w:pPr>
      <w:bookmarkStart w:id="2" w:name="_Toc427751683"/>
      <w:r w:rsidRPr="00D63EFE">
        <w:rPr>
          <w:rFonts w:ascii="IRBadr" w:hAnsi="IRBadr" w:cs="IRBadr"/>
          <w:rtl/>
        </w:rPr>
        <w:t>طریق اقرار</w:t>
      </w:r>
      <w:bookmarkEnd w:id="2"/>
    </w:p>
    <w:p w:rsidR="009213D9" w:rsidRPr="00D63EFE" w:rsidRDefault="007F3121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اقرار یکی از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راه‌های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ثبوت محاربه است،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اینجا طبق اصل قول به لزوم دو بار اقرار وجود ندارد،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برخی قائل به احتیاط در این زمینه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>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در قبال آن مستند یا اطلاقی وجود ندارد.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که گفته شد خروج ز این قاعده کلی دلیل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می‌خواهد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و در اینجا این دلیل مفقود است.</w:t>
      </w:r>
    </w:p>
    <w:p w:rsidR="009213D9" w:rsidRPr="00D63EFE" w:rsidRDefault="009213D9" w:rsidP="009213D9">
      <w:pPr>
        <w:pStyle w:val="Heading1"/>
        <w:rPr>
          <w:rFonts w:ascii="IRBadr" w:hAnsi="IRBadr" w:cs="IRBadr"/>
          <w:rtl/>
        </w:rPr>
      </w:pPr>
      <w:bookmarkStart w:id="3" w:name="_Toc427751684"/>
      <w:r w:rsidRPr="00D63EFE">
        <w:rPr>
          <w:rFonts w:ascii="IRBadr" w:hAnsi="IRBadr" w:cs="IRBadr"/>
          <w:rtl/>
        </w:rPr>
        <w:t>قول به احتیاط</w:t>
      </w:r>
      <w:bookmarkEnd w:id="3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احیاناً بعضی از عامه قائل‌اند که اقرار چون یکی از طرق اثباتی است و جای شاهدین را می‌گیرد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که در شهادت تکرر شرط است، پس اقرار هم باید دو بار انجام بگیرد، ولی این استحسان بی وجهی است.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احوط در این مقام باید حمل بر احوط استحبابی شود.</w:t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البته ممکن است کسی وجه این استحباب را قاعده درع قرار دهد.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این قاعده در اینجا معنایی ندارد لذا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هیچ‌کدام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از دو فرض احتیاط در اینجا معقول نیست.</w:t>
      </w:r>
    </w:p>
    <w:p w:rsidR="009213D9" w:rsidRPr="00D63EFE" w:rsidRDefault="009213D9" w:rsidP="009213D9">
      <w:pPr>
        <w:pStyle w:val="Heading1"/>
        <w:rPr>
          <w:rFonts w:ascii="IRBadr" w:hAnsi="IRBadr" w:cs="IRBadr"/>
          <w:rtl/>
        </w:rPr>
      </w:pPr>
      <w:bookmarkStart w:id="4" w:name="_Toc427751685"/>
      <w:r w:rsidRPr="00D63EFE">
        <w:rPr>
          <w:rFonts w:ascii="IRBadr" w:hAnsi="IRBadr" w:cs="IRBadr"/>
          <w:rtl/>
        </w:rPr>
        <w:t>شهادت زن در این مقام</w:t>
      </w:r>
      <w:bookmarkEnd w:id="4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اما اینکه شهادت زن در این مقام مکفی هست یا خیر؟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این زمینه چند نظریه وجود دارد.</w:t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نظریه اول این است که اصلاً معتبر نیست،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دوم در قبال فرض انضمام و استقلال به شهادتشان است و فرض سوم تفصیل در مسئله است،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اینجا یک مرد و دو زن کافی است.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قاعده کلی بود.</w:t>
      </w:r>
    </w:p>
    <w:p w:rsidR="009213D9" w:rsidRPr="00D63EFE" w:rsidRDefault="009213D9" w:rsidP="009213D9">
      <w:pPr>
        <w:pStyle w:val="Heading1"/>
        <w:rPr>
          <w:rFonts w:ascii="IRBadr" w:hAnsi="IRBadr" w:cs="IRBadr"/>
          <w:rtl/>
        </w:rPr>
      </w:pPr>
      <w:bookmarkStart w:id="5" w:name="_Toc427751686"/>
      <w:r w:rsidRPr="00D63EFE">
        <w:rPr>
          <w:rFonts w:ascii="IRBadr" w:hAnsi="IRBadr" w:cs="IRBadr"/>
          <w:rtl/>
        </w:rPr>
        <w:lastRenderedPageBreak/>
        <w:t>تطبیق بحث</w:t>
      </w:r>
      <w:bookmarkEnd w:id="5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اما در این مقام باید دید حکم چیست؟</w:t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در اینجا دلیل خاص وجود ندارد لذا به همان قواعد کلی در باب شهادت نساء مراجعه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می‌کنیم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213D9" w:rsidRPr="00D63EFE" w:rsidRDefault="009213D9" w:rsidP="009213D9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«و لا تقبل شهادة النساء منفردات و لا منضمات» </w:t>
      </w:r>
      <w:r w:rsidRPr="00D63EFE">
        <w:rPr>
          <w:rStyle w:val="FootnoteReference"/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footnoteReference w:id="1"/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در اینجا ما این اطلاق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بیان‌شده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را قبول نداریم.</w:t>
      </w:r>
    </w:p>
    <w:p w:rsidR="009213D9" w:rsidRPr="00D63EFE" w:rsidRDefault="009213D9" w:rsidP="00CD7FC4">
      <w:pPr>
        <w:pStyle w:val="Heading1"/>
        <w:rPr>
          <w:rFonts w:ascii="IRBadr" w:hAnsi="IRBadr" w:cs="IRBadr"/>
          <w:rtl/>
        </w:rPr>
      </w:pPr>
      <w:bookmarkStart w:id="6" w:name="_Toc427751687"/>
      <w:r w:rsidRPr="00D63EFE">
        <w:rPr>
          <w:rFonts w:ascii="IRBadr" w:hAnsi="IRBadr" w:cs="IRBadr"/>
          <w:rtl/>
        </w:rPr>
        <w:t xml:space="preserve">شهادت </w:t>
      </w:r>
      <w:bookmarkEnd w:id="6"/>
      <w:r w:rsidR="00CD7FC4" w:rsidRPr="00CD7FC4">
        <w:rPr>
          <w:rFonts w:ascii="IRBadr" w:hAnsi="IRBadr" w:cs="IRBadr" w:hint="cs"/>
          <w:rtl/>
        </w:rPr>
        <w:t>قطاع</w:t>
      </w:r>
      <w:r w:rsidR="00CD7FC4" w:rsidRPr="00CD7FC4">
        <w:rPr>
          <w:rFonts w:ascii="IRBadr" w:hAnsi="IRBadr" w:cs="IRBadr"/>
          <w:rtl/>
        </w:rPr>
        <w:t xml:space="preserve"> </w:t>
      </w:r>
      <w:r w:rsidR="00CD7FC4" w:rsidRPr="00CD7FC4">
        <w:rPr>
          <w:rFonts w:ascii="IRBadr" w:hAnsi="IRBadr" w:cs="IRBadr" w:hint="cs"/>
          <w:rtl/>
        </w:rPr>
        <w:t>طریق</w:t>
      </w:r>
      <w:bookmarkStart w:id="7" w:name="_GoBack"/>
      <w:bookmarkEnd w:id="7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گاهی بین قطاع طریق اختلاف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می‌افتد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فرد وقتی دستگیر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علیه بقیه شهادت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این نحو از شهادت فاقد ارزش است.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چراکه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در اینجا شبهه نفع وجود دارد و شهادت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ذی‌نفع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موردپذیرش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قرار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نمی‌گیرد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یکی از شرایط دیگری که در باب شهادت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مطرح‌شده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عدم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التهمه است که این نیز در اینجا موجود است.</w:t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بحث حجیت علم قاضی نیز دوباره در اینجا مطرح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که اقوال در این زمینه سابقاً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موردبررسی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قرار گرفت.</w:t>
      </w:r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8" w:name="_Toc427751688"/>
      <w:r w:rsidRPr="00D63EFE">
        <w:rPr>
          <w:rFonts w:ascii="IRBadr" w:hAnsi="IRBadr" w:cs="IRBadr"/>
          <w:rtl/>
        </w:rPr>
        <w:t xml:space="preserve">تخییر حاکم در این </w:t>
      </w:r>
      <w:r w:rsidR="007F3121" w:rsidRPr="00D63EFE">
        <w:rPr>
          <w:rFonts w:ascii="IRBadr" w:hAnsi="IRBadr" w:cs="IRBadr"/>
          <w:rtl/>
        </w:rPr>
        <w:t>مسئله</w:t>
      </w:r>
      <w:bookmarkEnd w:id="8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مسئله پنجم است که؛</w:t>
      </w:r>
    </w:p>
    <w:p w:rsidR="009213D9" w:rsidRPr="00D63EFE" w:rsidRDefault="009213D9" w:rsidP="009213D9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«مسألة 5: الأقو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الحدّ تخ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الحا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 ب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 القتل و الصلب و القطع مخالفاً و النف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، و لا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بعد أن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 الأول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ٰ أن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لاحظ الجنا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 و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ختار ما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ناسبها، فلو قتل اختار القتل أو الصلب، و لو أخذ المال اختار القطع، و لو شهر الس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 و أخاف فقط اختار النف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، و قد اضطربت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لمات الفقهاء و الروا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ات، و الأول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ما ذ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رنا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ایشان می‌فرمایند </w:t>
      </w:r>
      <w:r w:rsidR="00D63EFE">
        <w:rPr>
          <w:rFonts w:ascii="IRBadr" w:hAnsi="IRBadr" w:cs="IRBadr"/>
          <w:sz w:val="28"/>
          <w:szCs w:val="28"/>
          <w:rtl/>
          <w:lang w:bidi="fa-IR"/>
        </w:rPr>
        <w:t>اقوی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این است که حاکم مخیر است بین این چهار حد است و بعد می‌فرماید اولی این است که گزینه انتخابی او با مقدار جنایت و کم و کیف آن تناسب داشته باشد،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که نظریات فقها در این زمینه مضطرب است.</w:t>
      </w:r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9" w:name="_Toc427751689"/>
      <w:r w:rsidRPr="00D63EFE">
        <w:rPr>
          <w:rFonts w:ascii="IRBadr" w:hAnsi="IRBadr" w:cs="IRBadr"/>
          <w:rtl/>
        </w:rPr>
        <w:lastRenderedPageBreak/>
        <w:t>نظریات در این باب</w:t>
      </w:r>
      <w:bookmarkEnd w:id="9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در این مسئله دو قول وجود دارد. یک قول ثبوت این حدود چهارگانه است به نحو تخییر و به اختیار حاکم و یک قول هم این است که این حدود به نحو ترتیب ثابت می‌شود، نه به نحو تخییر.</w:t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همچون امام،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مفید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صدوق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و حلی معتقد به تخییر هستند و در مقابل مشهور قائل به ترتیب در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حکم‌اند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حقیقت هر دو قول دارای قائلانی است.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شیخ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اسکافی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و ابن زهره و در بین متأخرین آقای تبریزی، افرادی هستند که قائل به قوا ترتیب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شده‌اند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10" w:name="_Toc427751690"/>
      <w:r w:rsidRPr="00D63EFE">
        <w:rPr>
          <w:rFonts w:ascii="IRBadr" w:hAnsi="IRBadr" w:cs="IRBadr"/>
          <w:rtl/>
        </w:rPr>
        <w:t>ادله بحث</w:t>
      </w:r>
      <w:bookmarkEnd w:id="10"/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11" w:name="_Toc427751691"/>
      <w:r w:rsidRPr="00D63EFE">
        <w:rPr>
          <w:rFonts w:ascii="IRBadr" w:hAnsi="IRBadr" w:cs="IRBadr"/>
          <w:rtl/>
        </w:rPr>
        <w:t>ادله تخییر</w:t>
      </w:r>
      <w:bookmarkEnd w:id="11"/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12" w:name="_Toc427751692"/>
      <w:r w:rsidRPr="00D63EFE">
        <w:rPr>
          <w:rFonts w:ascii="IRBadr" w:hAnsi="IRBadr" w:cs="IRBadr"/>
          <w:rtl/>
        </w:rPr>
        <w:t>دلیل اول</w:t>
      </w:r>
      <w:bookmarkEnd w:id="12"/>
    </w:p>
    <w:p w:rsidR="009213D9" w:rsidRPr="00D63EFE" w:rsidRDefault="007F3121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>ادله‌ای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که برای تخییر وجود دارد، اطلاق آیه شریفه است که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>؛</w:t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«إِنَّما جَزاءُ الَّذِ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حارِبُونَ اللَّهَ وَ رَسُولَهُ وَ 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سْعَوْنَ فِ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الْأَرْضِ فَساداً أَنْ 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قَتَّلُوا أَوْ 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صَلَّبُوا أَوْ تُقَطَّعَ أَ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دِ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هِمْ وَ أَرْجُلُهُمْ مِنْ خِلافٍ أَوْ 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نْفَوْا مِنَ الْأَرْضِ ذلِ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لَهُمْ خِزْ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فِ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الدُّنْ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ا وَ لَهُمْ فِ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الْآخِرَةِ عَذابٌ </w:t>
      </w:r>
      <w:r w:rsidR="00CA1F6F"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عَظِیمٌ</w:t>
      </w:r>
      <w:r w:rsidRPr="00D63EFE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D63EFE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3"/>
      </w:r>
    </w:p>
    <w:p w:rsidR="009213D9" w:rsidRPr="00D63EFE" w:rsidRDefault="00CA1F6F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البته</w:t>
      </w:r>
      <w:r w:rsidR="009213D9" w:rsidRPr="00D63EFE">
        <w:rPr>
          <w:rFonts w:ascii="IRBadr" w:hAnsi="IRBadr" w:cs="IRBadr"/>
          <w:sz w:val="28"/>
          <w:szCs w:val="28"/>
          <w:rtl/>
          <w:lang w:bidi="fa-IR"/>
        </w:rPr>
        <w:t xml:space="preserve"> رسیدن به تخییر در اینجا از دلالت بالاطلاق است نه به نحوی صریح.</w:t>
      </w:r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13" w:name="_Toc427751693"/>
      <w:r w:rsidRPr="00D63EFE">
        <w:rPr>
          <w:rFonts w:ascii="IRBadr" w:hAnsi="IRBadr" w:cs="IRBadr"/>
          <w:rtl/>
        </w:rPr>
        <w:t>دلیل دوم</w:t>
      </w:r>
      <w:bookmarkEnd w:id="13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علاوه بر آیه شریفه حدیث نیز بر این مطلب دلالت دارد که در جلد هیجده،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ابواب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حد محارب، باب اول حدیث سوم، صفحه پانصد و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سی‌وسه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است و حدیث معتبری است؛</w:t>
      </w:r>
    </w:p>
    <w:p w:rsidR="009213D9" w:rsidRPr="00D63EFE" w:rsidRDefault="009213D9" w:rsidP="009213D9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عَنِ ابْنِ أَبِ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عُمَ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رٍ عَنْ جَمِ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لِ بْنِ دَرَّاجٍ قَالَ سَأَلْتُ أَبَا عَبْدِ اللَّهِ ع عَنْ قَوْلِ اللَّهِ عَزَّ وَ جَلَّ إِنَّما جَزاءُ الَّذِ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حارِبُونَ اللّهَ وَ رَسُولَهُ وَ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سْعَوْنَ فِ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الْأَرْضِ فَساداً أَنْ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قَتَّلُوا أَوْ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صَلَّبُوا إِلَ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آخِرِ الْآ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ةِ فَقُلْتُ أَ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‌ءٍ عَلَ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هِمْ مِنْ هَذِهِ الْحُدُودِ 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الَّتِ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سَمَّ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اللَّهُ قَالَ ذَلِ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الْإِمَامِ إِنْ شَاءَ قَطَعَ وَ إِنْ شَاءَ صَلَبَ وَ إِنْ شَاءَ نَفَ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إِنْ شَاءَ قَتَلَ قُلْتُ النَّفْ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إِلَ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قَالَ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نْفَ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 مِصْرٍ إِلَ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مِصْرٍ آخَرَ وَ قَالَ إِنَّ عَلِ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اً ع نَفَ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رَجُلَ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نِ مِنَ الْ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وفَةِ إِلَ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الْبَصْرَةِ.» 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برای محارب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کدام‌یک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از این‌ها و چطور ثابت است؟ حضرت پاسخ می‌دهند؛ هر کاری می‌خواهد بکند،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روایت دارای ظهور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قوی‌ای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درزمینهٔ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تخییر است.</w:t>
      </w:r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14" w:name="_Toc427751694"/>
      <w:r w:rsidRPr="00D63EFE">
        <w:rPr>
          <w:rFonts w:ascii="IRBadr" w:hAnsi="IRBadr" w:cs="IRBadr"/>
          <w:rtl/>
        </w:rPr>
        <w:t>دلیل سوم</w:t>
      </w:r>
      <w:bookmarkEnd w:id="14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دلیل بعدی هم روایت نهم از همین باب است که احتمالاً معتبر است؛</w:t>
      </w:r>
    </w:p>
    <w:p w:rsidR="009213D9" w:rsidRPr="00D63EFE" w:rsidRDefault="009213D9" w:rsidP="009213D9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«وَ عَنْ سَمَاعَةَ بْنِ مِهْرَانَ عَنْ أَبِ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فِ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قَوْلِ اللَّهِ إِنَّما جَزاءُ الَّذِ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حارِبُونَ اللّهَ وَ رَسُولَهُ - قَالَ الْإِمَامُ فِ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الْحُ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مِ فِ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هِمْ بِالْخِ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ارِ- إِنْ شَاءَ قَتَلَ وَ إِنْ شَاءَ صَلَبَ- وَ إِنْ شَاءَ قَطَعَ وَ إِنْ شَاءَ نَفَ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مِنَ الْأَرْضِ.» 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15" w:name="_Toc427751695"/>
      <w:r w:rsidRPr="00D63EFE">
        <w:rPr>
          <w:rFonts w:ascii="IRBadr" w:hAnsi="IRBadr" w:cs="IRBadr"/>
          <w:rtl/>
        </w:rPr>
        <w:t>مستندات ترتیب</w:t>
      </w:r>
      <w:bookmarkEnd w:id="15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روایاتی که ترتیب را افاده 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>می‌دهند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بیش از روایات تخییر هستند؛</w:t>
      </w:r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16" w:name="_Toc427751696"/>
      <w:r w:rsidRPr="00D63EFE">
        <w:rPr>
          <w:rFonts w:ascii="IRBadr" w:hAnsi="IRBadr" w:cs="IRBadr"/>
          <w:rtl/>
        </w:rPr>
        <w:t>روایت اول</w:t>
      </w:r>
      <w:bookmarkEnd w:id="16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این روایت، روایت </w:t>
      </w:r>
      <w:r w:rsidR="007F3121" w:rsidRPr="00D63EFE">
        <w:rPr>
          <w:rFonts w:ascii="IRBadr" w:hAnsi="IRBadr" w:cs="IRBadr"/>
          <w:sz w:val="28"/>
          <w:szCs w:val="28"/>
          <w:rtl/>
          <w:lang w:bidi="fa-IR"/>
        </w:rPr>
        <w:t>معتبره ای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9213D9" w:rsidRPr="00D63EFE" w:rsidRDefault="009213D9" w:rsidP="009213D9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«مُحَمَّدُ بْنُ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أَحْمَدَ بْنِ مُحَمَّدٍ عَنِ ابْنِ مَحْبُوبٍ عَنْ أَبِ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وبَ عَنْ مُحَمَّدِ بْنِ مُسْلِمٍ عَنْ أَبِ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قَالَ: مَنْ شَهَرَ السِّلَاحَ فِ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مِصْرٍ مِنَ الْأَمْصَارِ فَعَقَرَ اقْتُصَّ مِنْهُ وَ نُفِ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مِنْ تِلْ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الْبَلْدَةِ وَ مَنْ شَهَرَ السِّلَاحَ فِ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غَ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رِ الْأَمْصَارِ وَ ضَرَبَ وَ عَقَرَ وَ أَخَذَ الْمَالَ وَ لَمْ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قْتُلْ فَهُوَ مُحَارِبٌ فَجَزَاؤُهُ جَزَاءُ الْمُحَارِبِ وَ أَمْرُهُ إِلَ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الْإِمَامِ إِنْ شَاءَ قَتَلَهُ وَ [إِنْ شَاءَ] صَلَبَهُ وَ إِنْ شَاءَ قَطَعَ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دَهُ وَ رِجْلَهُ قَالَ وَ إِنْ ضَرَبَ وَ قَتَلَ وَ أَخَذَ الْمَالَ فَعَلَ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الْإِمَامِ أَنْ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قْطَعَ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دَهُ الْ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مْنَ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بِالسَّرِقَةِ ثُمَّ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دْفَعَهُ إِلَ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أَوْلِ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اءِ الْمَقْتُولِ فَ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تْبَعُونَهُ بِالْمَالِ ثُمَّ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قْتُلُونَهُ قَالَ فَقَالَ أَبُو عُبَ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دَةَ أَصْلَحَ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اللَّهُ أَ رَأَ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 إِنْ عَفَا عَنْهُ أَوْلِ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اءُ الْمَقْتُولِ قَالَ فَقَالَ أَبُو جَعْفَرٍ ع إِنْ 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lastRenderedPageBreak/>
        <w:t>عَفَوْا عَنْهُ فَإِنَّ عَلَ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الْإِمَامِ أَنْ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قْتُلَهُ لِأَنَّهُ قَدْ حَارَبَ وَ قَتَلَ وَ سَرَقَ قَالَ فَقَالَ أَبُو عُبَ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دَةَ أَ رَأَ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تَ إِنْ أَرَادَ أَوْلِ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اءُ الْمَقْتُولِ أَنْ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أْخُذُوا مِنْهُ الدِّ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ةَ وَ 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دَعُونَهُ أَ لَهُمْ ذَلِ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 فَقَالَ لَا عَلَ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الْقَتْلُ.</w:t>
      </w:r>
      <w:r w:rsidR="00CA1F6F"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D63EFE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6"/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ترتیب نیز معنایش این است که ویژگی مورد مؤثر در انتخاب آن است.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لفظ ترتیب در روایات ذکر نشده است.</w:t>
      </w:r>
    </w:p>
    <w:p w:rsidR="009213D9" w:rsidRPr="00D63EFE" w:rsidRDefault="009213D9" w:rsidP="009213D9">
      <w:pPr>
        <w:pStyle w:val="Heading2"/>
        <w:rPr>
          <w:rFonts w:ascii="IRBadr" w:hAnsi="IRBadr" w:cs="IRBadr"/>
          <w:rtl/>
        </w:rPr>
      </w:pPr>
      <w:bookmarkStart w:id="17" w:name="_Toc427751697"/>
      <w:r w:rsidRPr="00D63EFE">
        <w:rPr>
          <w:rFonts w:ascii="IRBadr" w:hAnsi="IRBadr" w:cs="IRBadr"/>
          <w:rtl/>
        </w:rPr>
        <w:t>روایت دوم</w:t>
      </w:r>
      <w:bookmarkEnd w:id="17"/>
    </w:p>
    <w:p w:rsidR="009213D9" w:rsidRPr="00D63EFE" w:rsidRDefault="009213D9" w:rsidP="009213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sz w:val="28"/>
          <w:szCs w:val="28"/>
          <w:rtl/>
          <w:lang w:bidi="fa-IR"/>
        </w:rPr>
        <w:t>روایت دیگری که دلالت بر ترتیب می‌کند،</w:t>
      </w:r>
      <w:r w:rsidR="00CA1F6F" w:rsidRPr="00D63EFE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D63EFE">
        <w:rPr>
          <w:rFonts w:ascii="IRBadr" w:hAnsi="IRBadr" w:cs="IRBadr"/>
          <w:sz w:val="28"/>
          <w:szCs w:val="28"/>
          <w:rtl/>
          <w:lang w:bidi="fa-IR"/>
        </w:rPr>
        <w:t xml:space="preserve"> چهارم است که سندش معتبر است و می‌فرماید؛</w:t>
      </w:r>
    </w:p>
    <w:p w:rsidR="009213D9" w:rsidRPr="00D63EFE" w:rsidRDefault="009213D9" w:rsidP="009213D9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وَ عَنْهُ عَنْ أَبِ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عَمْرِو بْنِ عُثْمَانَ عَنْ عُبَ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 اللَّهِ الْمَدَائِنِ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الْحَسَنِ الرِّضَا ع قَالَ: سُئِلَ عَنْ قَوْلِ اللَّهِ عَزَّ وَ جَلَّ إِنَّما جَزاءُ الَّذِ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حارِبُونَ اللَّه وَ رَسُولَهُ- وَ 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سْعَوْنَ فِ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الْأَرْضِ فَساداً - الْآ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فَمَا الَّذِ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إِذَا فَعَلَهُ اسْتَوْجَبَ وَاحِدَةً مِنْ هَذِهِ الْأَرْبَعِ- فَقَالَ إِذَا حَارَبَ اللَّهَ وَ رَسُولَهُ- وَ سَعَ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الْأَرْضِ فَسَاداً فَقَتَلَ قُتِلَ بِهِ- وَ إِنْ قَتَلَ وَ أَخَذَ الْمَالَ قُتِلَ وَ صُلِبَ- وَ إِنْ أَخَذَ الْمَالَ وَ لَمْ 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قْتُلْ- قُطِعَتْ 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دُهُ وَ رِجْلُهُ مِنْ خِلَافٍ- وَ إِنْ شَهَرَ السَّ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 وَ حَارَبَ اللَّهَ وَ رَسُولَهُ- وَ سَعَ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الْأَرْضِ فَسَاداً- وَ لَمْ 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قْتُلْ وَ لَمْ 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أْخُذِ الْمَالَ نُفِ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مِنَ الْأَرْضِ الْحَدِ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ثَ.</w:t>
      </w:r>
      <w:r w:rsidR="00CA1F6F" w:rsidRPr="00D63EFE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»</w:t>
      </w:r>
      <w:r w:rsidRPr="00D63EFE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</w:rPr>
        <w:footnoteReference w:id="7"/>
      </w:r>
    </w:p>
    <w:p w:rsidR="009213D9" w:rsidRPr="00D63EFE" w:rsidRDefault="009213D9" w:rsidP="009213D9">
      <w:pPr>
        <w:bidi/>
        <w:spacing w:before="100" w:beforeAutospacing="1" w:after="100" w:afterAutospacing="1" w:line="240" w:lineRule="auto"/>
        <w:rPr>
          <w:rFonts w:ascii="IRBadr" w:eastAsia="Times New Roman" w:hAnsi="IRBadr" w:cs="IRBadr"/>
          <w:color w:val="000000"/>
          <w:sz w:val="2"/>
          <w:szCs w:val="2"/>
          <w:rtl/>
          <w:lang w:bidi="fa-IR"/>
        </w:rPr>
      </w:pPr>
    </w:p>
    <w:p w:rsidR="00152670" w:rsidRPr="00D63EFE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D63EFE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00D" w:rsidRDefault="006E100D" w:rsidP="000D5800">
      <w:pPr>
        <w:spacing w:after="0" w:line="240" w:lineRule="auto"/>
      </w:pPr>
      <w:r>
        <w:separator/>
      </w:r>
    </w:p>
  </w:endnote>
  <w:endnote w:type="continuationSeparator" w:id="0">
    <w:p w:rsidR="006E100D" w:rsidRDefault="006E100D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00D" w:rsidRDefault="006E100D" w:rsidP="005A23DF">
      <w:pPr>
        <w:bidi/>
        <w:spacing w:after="0" w:line="240" w:lineRule="auto"/>
      </w:pPr>
      <w:r>
        <w:separator/>
      </w:r>
    </w:p>
  </w:footnote>
  <w:footnote w:type="continuationSeparator" w:id="0">
    <w:p w:rsidR="006E100D" w:rsidRDefault="006E100D" w:rsidP="000D5800">
      <w:pPr>
        <w:spacing w:after="0" w:line="240" w:lineRule="auto"/>
      </w:pPr>
      <w:r>
        <w:continuationSeparator/>
      </w:r>
    </w:p>
  </w:footnote>
  <w:footnote w:id="1">
    <w:p w:rsidR="009213D9" w:rsidRDefault="009213D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213D9">
        <w:rPr>
          <w:rFonts w:ascii="Noor_Titr" w:hAnsi="Noor_Titr" w:cs="B Badr" w:hint="cs"/>
          <w:color w:val="000000" w:themeColor="text1"/>
          <w:rtl/>
        </w:rPr>
        <w:t>تحر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9213D9">
        <w:rPr>
          <w:rFonts w:ascii="Noor_Titr" w:hAnsi="Noor_Titr" w:cs="B Badr" w:hint="cs"/>
          <w:color w:val="000000" w:themeColor="text1"/>
          <w:rtl/>
        </w:rPr>
        <w:t>ر الوس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9213D9">
        <w:rPr>
          <w:rFonts w:ascii="Noor_Titr" w:hAnsi="Noor_Titr" w:cs="B Badr" w:hint="cs"/>
          <w:color w:val="000000" w:themeColor="text1"/>
          <w:rtl/>
        </w:rPr>
        <w:t xml:space="preserve">لة؛ </w:t>
      </w:r>
      <w:r w:rsidR="00CA1F6F">
        <w:rPr>
          <w:rFonts w:ascii="Noor_Titr" w:hAnsi="Noor_Titr" w:cs="B Badr"/>
          <w:color w:val="000000" w:themeColor="text1"/>
          <w:rtl/>
        </w:rPr>
        <w:t>ج 2</w:t>
      </w:r>
      <w:r w:rsidRPr="009213D9">
        <w:rPr>
          <w:rFonts w:ascii="Noor_Titr" w:hAnsi="Noor_Titr" w:cs="B Badr" w:hint="cs"/>
          <w:color w:val="000000" w:themeColor="text1"/>
          <w:rtl/>
        </w:rPr>
        <w:t>، ص: 479</w:t>
      </w:r>
    </w:p>
  </w:footnote>
  <w:footnote w:id="2">
    <w:p w:rsidR="009213D9" w:rsidRDefault="009213D9" w:rsidP="009213D9">
      <w:pPr>
        <w:pStyle w:val="FootnoteText"/>
        <w:rPr>
          <w:rtl/>
        </w:rPr>
      </w:pPr>
      <w:r w:rsidRPr="00155713">
        <w:rPr>
          <w:rStyle w:val="FootnoteReference"/>
          <w:rFonts w:ascii="Noor_Titr" w:hAnsi="Noor_Titr" w:cs="B Badr"/>
          <w:color w:val="000000" w:themeColor="text1"/>
          <w:rtl/>
        </w:rPr>
        <w:footnoteRef/>
      </w:r>
      <w:r w:rsidRPr="00155713">
        <w:rPr>
          <w:rFonts w:ascii="Noor_Titr" w:hAnsi="Noor_Titr" w:cs="B Badr" w:hint="cs"/>
          <w:color w:val="000000" w:themeColor="text1"/>
          <w:rtl/>
        </w:rPr>
        <w:t>تفص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155713">
        <w:rPr>
          <w:rFonts w:ascii="Noor_Titr" w:hAnsi="Noor_Titr" w:cs="B Badr" w:hint="cs"/>
          <w:color w:val="000000" w:themeColor="text1"/>
          <w:rtl/>
        </w:rPr>
        <w:t>ل الشر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155713">
        <w:rPr>
          <w:rFonts w:ascii="Noor_Titr" w:hAnsi="Noor_Titr" w:cs="B Badr" w:hint="cs"/>
          <w:color w:val="000000" w:themeColor="text1"/>
          <w:rtl/>
        </w:rPr>
        <w:t>عة ف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155713">
        <w:rPr>
          <w:rFonts w:ascii="Noor_Titr" w:hAnsi="Noor_Titr" w:cs="B Badr" w:hint="cs"/>
          <w:color w:val="000000" w:themeColor="text1"/>
          <w:rtl/>
        </w:rPr>
        <w:t xml:space="preserve"> شرح تحر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155713">
        <w:rPr>
          <w:rFonts w:ascii="Noor_Titr" w:hAnsi="Noor_Titr" w:cs="B Badr" w:hint="cs"/>
          <w:color w:val="000000" w:themeColor="text1"/>
          <w:rtl/>
        </w:rPr>
        <w:t>ر الوس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155713">
        <w:rPr>
          <w:rFonts w:ascii="Noor_Titr" w:hAnsi="Noor_Titr" w:cs="B Badr" w:hint="cs"/>
          <w:color w:val="000000" w:themeColor="text1"/>
          <w:rtl/>
        </w:rPr>
        <w:t>لة - الحدود؛ ص: 652</w:t>
      </w:r>
    </w:p>
  </w:footnote>
  <w:footnote w:id="3">
    <w:p w:rsidR="009213D9" w:rsidRDefault="009213D9" w:rsidP="009213D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155713">
        <w:rPr>
          <w:rFonts w:cs="B Badr" w:hint="cs"/>
          <w:rtl/>
        </w:rPr>
        <w:t>33/ مائده</w:t>
      </w:r>
    </w:p>
  </w:footnote>
  <w:footnote w:id="4">
    <w:p w:rsidR="009213D9" w:rsidRDefault="009213D9" w:rsidP="009213D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155713">
        <w:rPr>
          <w:rFonts w:ascii="Noor_Titr" w:hAnsi="Noor_Titr" w:cs="B Badr" w:hint="cs"/>
          <w:color w:val="000000" w:themeColor="text1"/>
          <w:rtl/>
        </w:rPr>
        <w:t>تهذ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155713">
        <w:rPr>
          <w:rFonts w:ascii="Noor_Titr" w:hAnsi="Noor_Titr" w:cs="B Badr" w:hint="cs"/>
          <w:color w:val="000000" w:themeColor="text1"/>
          <w:rtl/>
        </w:rPr>
        <w:t>ب الأح</w:t>
      </w:r>
      <w:r w:rsidR="00CA1F6F">
        <w:rPr>
          <w:rFonts w:ascii="Noor_Titr" w:hAnsi="Noor_Titr" w:cs="B Badr" w:hint="cs"/>
          <w:color w:val="000000" w:themeColor="text1"/>
          <w:rtl/>
        </w:rPr>
        <w:t>ک</w:t>
      </w:r>
      <w:r w:rsidRPr="00155713">
        <w:rPr>
          <w:rFonts w:ascii="Noor_Titr" w:hAnsi="Noor_Titr" w:cs="B Badr" w:hint="cs"/>
          <w:color w:val="000000" w:themeColor="text1"/>
          <w:rtl/>
        </w:rPr>
        <w:t xml:space="preserve">ام؛ </w:t>
      </w:r>
      <w:r w:rsidR="00CA1F6F">
        <w:rPr>
          <w:rFonts w:ascii="Noor_Titr" w:hAnsi="Noor_Titr" w:cs="B Badr"/>
          <w:color w:val="000000" w:themeColor="text1"/>
          <w:rtl/>
        </w:rPr>
        <w:t>ج 10</w:t>
      </w:r>
      <w:r w:rsidRPr="00155713">
        <w:rPr>
          <w:rFonts w:ascii="Noor_Titr" w:hAnsi="Noor_Titr" w:cs="B Badr" w:hint="cs"/>
          <w:color w:val="000000" w:themeColor="text1"/>
          <w:rtl/>
        </w:rPr>
        <w:t>، ص: 133</w:t>
      </w:r>
    </w:p>
  </w:footnote>
  <w:footnote w:id="5">
    <w:p w:rsidR="009213D9" w:rsidRDefault="009213D9" w:rsidP="009213D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316AA8">
        <w:rPr>
          <w:rFonts w:ascii="Noor_Titr" w:hAnsi="Noor_Titr" w:cs="B Badr" w:hint="cs"/>
          <w:color w:val="000000" w:themeColor="text1"/>
          <w:rtl/>
        </w:rPr>
        <w:t>وسائل الش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316AA8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CA1F6F">
        <w:rPr>
          <w:rFonts w:ascii="Noor_Titr" w:hAnsi="Noor_Titr" w:cs="B Badr"/>
          <w:color w:val="000000" w:themeColor="text1"/>
          <w:rtl/>
        </w:rPr>
        <w:t>ج 28</w:t>
      </w:r>
      <w:r w:rsidRPr="00316AA8">
        <w:rPr>
          <w:rFonts w:ascii="Noor_Titr" w:hAnsi="Noor_Titr" w:cs="B Badr" w:hint="cs"/>
          <w:color w:val="000000" w:themeColor="text1"/>
          <w:rtl/>
        </w:rPr>
        <w:t>، ص: 312</w:t>
      </w:r>
    </w:p>
  </w:footnote>
  <w:footnote w:id="6">
    <w:p w:rsidR="009213D9" w:rsidRDefault="009213D9" w:rsidP="009213D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316AA8">
        <w:rPr>
          <w:rFonts w:ascii="Noor_Titr" w:hAnsi="Noor_Titr" w:cs="B Badr" w:hint="cs"/>
          <w:color w:val="000000" w:themeColor="text1"/>
          <w:rtl/>
        </w:rPr>
        <w:t>ال</w:t>
      </w:r>
      <w:r w:rsidR="00CA1F6F">
        <w:rPr>
          <w:rFonts w:ascii="Noor_Titr" w:hAnsi="Noor_Titr" w:cs="B Badr" w:hint="cs"/>
          <w:color w:val="000000" w:themeColor="text1"/>
          <w:rtl/>
        </w:rPr>
        <w:t>ک</w:t>
      </w:r>
      <w:r w:rsidRPr="00316AA8">
        <w:rPr>
          <w:rFonts w:ascii="Noor_Titr" w:hAnsi="Noor_Titr" w:cs="B Badr" w:hint="cs"/>
          <w:color w:val="000000" w:themeColor="text1"/>
          <w:rtl/>
        </w:rPr>
        <w:t>اف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316AA8">
        <w:rPr>
          <w:rFonts w:ascii="Noor_Titr" w:hAnsi="Noor_Titr" w:cs="B Badr" w:hint="cs"/>
          <w:color w:val="000000" w:themeColor="text1"/>
          <w:rtl/>
        </w:rPr>
        <w:t xml:space="preserve"> (ط - الإسلام</w:t>
      </w:r>
      <w:r w:rsidR="00CA1F6F">
        <w:rPr>
          <w:rFonts w:ascii="Noor_Titr" w:hAnsi="Noor_Titr" w:cs="B Badr" w:hint="cs"/>
          <w:color w:val="000000" w:themeColor="text1"/>
          <w:rtl/>
        </w:rPr>
        <w:t>ی</w:t>
      </w:r>
      <w:r w:rsidRPr="00316AA8">
        <w:rPr>
          <w:rFonts w:ascii="Noor_Titr" w:hAnsi="Noor_Titr" w:cs="B Badr" w:hint="cs"/>
          <w:color w:val="000000" w:themeColor="text1"/>
          <w:rtl/>
        </w:rPr>
        <w:t xml:space="preserve">ة)؛ </w:t>
      </w:r>
      <w:r w:rsidR="00CA1F6F">
        <w:rPr>
          <w:rFonts w:ascii="Noor_Titr" w:hAnsi="Noor_Titr" w:cs="B Badr"/>
          <w:color w:val="000000" w:themeColor="text1"/>
          <w:rtl/>
        </w:rPr>
        <w:t>ج 7</w:t>
      </w:r>
      <w:r w:rsidRPr="00316AA8">
        <w:rPr>
          <w:rFonts w:ascii="Noor_Titr" w:hAnsi="Noor_Titr" w:cs="B Badr" w:hint="cs"/>
          <w:color w:val="000000" w:themeColor="text1"/>
          <w:rtl/>
        </w:rPr>
        <w:t>، ص: 248</w:t>
      </w:r>
    </w:p>
  </w:footnote>
  <w:footnote w:id="7">
    <w:p w:rsidR="009213D9" w:rsidRPr="00B20B33" w:rsidRDefault="009213D9" w:rsidP="009213D9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316AA8">
        <w:rPr>
          <w:rFonts w:ascii="Noor_Titr" w:hAnsi="Noor_Titr" w:cs="B Badr" w:hint="cs"/>
          <w:color w:val="000000" w:themeColor="text1"/>
          <w:sz w:val="20"/>
          <w:szCs w:val="20"/>
          <w:rtl/>
        </w:rPr>
        <w:t>وسائل الش</w:t>
      </w:r>
      <w:r w:rsidR="00CA1F6F">
        <w:rPr>
          <w:rFonts w:ascii="Noor_Titr" w:hAnsi="Noor_Titr" w:cs="B Badr" w:hint="cs"/>
          <w:color w:val="000000" w:themeColor="text1"/>
          <w:sz w:val="20"/>
          <w:szCs w:val="20"/>
          <w:rtl/>
        </w:rPr>
        <w:t>ی</w:t>
      </w:r>
      <w:r w:rsidRPr="00316AA8">
        <w:rPr>
          <w:rFonts w:ascii="Noor_Titr" w:hAnsi="Noor_Titr" w:cs="B Badr" w:hint="cs"/>
          <w:color w:val="000000" w:themeColor="text1"/>
          <w:sz w:val="20"/>
          <w:szCs w:val="20"/>
          <w:rtl/>
        </w:rPr>
        <w:t xml:space="preserve">عة؛ </w:t>
      </w:r>
      <w:r w:rsidR="00CA1F6F">
        <w:rPr>
          <w:rFonts w:ascii="Noor_Titr" w:hAnsi="Noor_Titr" w:cs="B Badr"/>
          <w:color w:val="000000" w:themeColor="text1"/>
          <w:sz w:val="20"/>
          <w:szCs w:val="20"/>
          <w:rtl/>
        </w:rPr>
        <w:t>ج 28</w:t>
      </w:r>
      <w:r w:rsidRPr="00316AA8">
        <w:rPr>
          <w:rFonts w:ascii="Noor_Titr" w:hAnsi="Noor_Titr" w:cs="B Badr" w:hint="cs"/>
          <w:color w:val="000000" w:themeColor="text1"/>
          <w:sz w:val="20"/>
          <w:szCs w:val="20"/>
          <w:rtl/>
        </w:rPr>
        <w:t>، ص: 309</w:t>
      </w:r>
    </w:p>
    <w:p w:rsidR="009213D9" w:rsidRDefault="009213D9" w:rsidP="009213D9">
      <w:pPr>
        <w:pStyle w:val="FootnoteText"/>
        <w:rPr>
          <w:rtl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CA1F6F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77C27B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CA1F6F">
      <w:rPr>
        <w:rFonts w:ascii="IranNastaliq" w:hAnsi="IranNastaliq" w:cs="IranNastaliq" w:hint="cs"/>
        <w:sz w:val="40"/>
        <w:szCs w:val="40"/>
        <w:rtl/>
        <w:lang w:bidi="fa-IR"/>
      </w:rPr>
      <w:t>921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373F"/>
    <w:rsid w:val="003D563F"/>
    <w:rsid w:val="003E1E58"/>
    <w:rsid w:val="003F1AED"/>
    <w:rsid w:val="0040094C"/>
    <w:rsid w:val="00405199"/>
    <w:rsid w:val="00410699"/>
    <w:rsid w:val="00415360"/>
    <w:rsid w:val="0044591E"/>
    <w:rsid w:val="004651D2"/>
    <w:rsid w:val="00465D26"/>
    <w:rsid w:val="004679F8"/>
    <w:rsid w:val="0047273C"/>
    <w:rsid w:val="00494DC0"/>
    <w:rsid w:val="00496073"/>
    <w:rsid w:val="004B337F"/>
    <w:rsid w:val="004F3596"/>
    <w:rsid w:val="004F56BA"/>
    <w:rsid w:val="00560405"/>
    <w:rsid w:val="00572E2D"/>
    <w:rsid w:val="00592103"/>
    <w:rsid w:val="005941DD"/>
    <w:rsid w:val="005A23DF"/>
    <w:rsid w:val="005A545E"/>
    <w:rsid w:val="005A5862"/>
    <w:rsid w:val="005B0852"/>
    <w:rsid w:val="005C06AE"/>
    <w:rsid w:val="005C0D0A"/>
    <w:rsid w:val="00610C18"/>
    <w:rsid w:val="00612385"/>
    <w:rsid w:val="0061376C"/>
    <w:rsid w:val="00636EFA"/>
    <w:rsid w:val="00652B2E"/>
    <w:rsid w:val="0066229C"/>
    <w:rsid w:val="00675B32"/>
    <w:rsid w:val="0069696C"/>
    <w:rsid w:val="006A085A"/>
    <w:rsid w:val="006A2CFF"/>
    <w:rsid w:val="006D3A87"/>
    <w:rsid w:val="006E100D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D4176"/>
    <w:rsid w:val="007E03E9"/>
    <w:rsid w:val="007E04EE"/>
    <w:rsid w:val="007E7FA7"/>
    <w:rsid w:val="007F0721"/>
    <w:rsid w:val="007F3121"/>
    <w:rsid w:val="007F4A90"/>
    <w:rsid w:val="00803501"/>
    <w:rsid w:val="0080799B"/>
    <w:rsid w:val="00807BE3"/>
    <w:rsid w:val="00811F02"/>
    <w:rsid w:val="008407A4"/>
    <w:rsid w:val="00844860"/>
    <w:rsid w:val="00845CC4"/>
    <w:rsid w:val="00856562"/>
    <w:rsid w:val="00857C21"/>
    <w:rsid w:val="008644F4"/>
    <w:rsid w:val="00883733"/>
    <w:rsid w:val="008965D2"/>
    <w:rsid w:val="008A236D"/>
    <w:rsid w:val="008A755F"/>
    <w:rsid w:val="008B565A"/>
    <w:rsid w:val="008C3414"/>
    <w:rsid w:val="008D36D5"/>
    <w:rsid w:val="008E3903"/>
    <w:rsid w:val="008F197C"/>
    <w:rsid w:val="008F63E3"/>
    <w:rsid w:val="00913C3B"/>
    <w:rsid w:val="00915509"/>
    <w:rsid w:val="009213D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7E77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400DD"/>
    <w:rsid w:val="00C60D75"/>
    <w:rsid w:val="00C64CEA"/>
    <w:rsid w:val="00C73012"/>
    <w:rsid w:val="00C763DD"/>
    <w:rsid w:val="00C84FC0"/>
    <w:rsid w:val="00C9244A"/>
    <w:rsid w:val="00CA1F6F"/>
    <w:rsid w:val="00CB5DA3"/>
    <w:rsid w:val="00CD7FC4"/>
    <w:rsid w:val="00CE31E6"/>
    <w:rsid w:val="00CE3B74"/>
    <w:rsid w:val="00CF42E2"/>
    <w:rsid w:val="00CF7916"/>
    <w:rsid w:val="00D158F3"/>
    <w:rsid w:val="00D3665C"/>
    <w:rsid w:val="00D438E4"/>
    <w:rsid w:val="00D508CC"/>
    <w:rsid w:val="00D50F4B"/>
    <w:rsid w:val="00D60547"/>
    <w:rsid w:val="00D63EFE"/>
    <w:rsid w:val="00D66444"/>
    <w:rsid w:val="00D76353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E0639C"/>
    <w:rsid w:val="00E067E6"/>
    <w:rsid w:val="00E12531"/>
    <w:rsid w:val="00E143B0"/>
    <w:rsid w:val="00E55891"/>
    <w:rsid w:val="00E6283A"/>
    <w:rsid w:val="00E732A3"/>
    <w:rsid w:val="00E761C2"/>
    <w:rsid w:val="00E83A85"/>
    <w:rsid w:val="00E90FC4"/>
    <w:rsid w:val="00EA01EC"/>
    <w:rsid w:val="00EA15B0"/>
    <w:rsid w:val="00EA5D97"/>
    <w:rsid w:val="00EB0902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A23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A23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B36AC-3046-49A6-A6EC-199B6A66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90</TotalTime>
  <Pages>6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31</cp:revision>
  <dcterms:created xsi:type="dcterms:W3CDTF">2014-12-20T10:23:00Z</dcterms:created>
  <dcterms:modified xsi:type="dcterms:W3CDTF">2015-08-19T09:37:00Z</dcterms:modified>
</cp:coreProperties>
</file>